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138E2">
        <w:rPr>
          <w:rFonts w:ascii="Corbel" w:hAnsi="Corbel"/>
          <w:bCs/>
          <w:i/>
          <w:sz w:val="24"/>
          <w:szCs w:val="24"/>
        </w:rPr>
        <w:t>1.5</w:t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138E2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3138E2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3138E2">
        <w:rPr>
          <w:rFonts w:ascii="Corbel" w:hAnsi="Corbel"/>
          <w:bCs/>
          <w:i/>
          <w:sz w:val="24"/>
          <w:szCs w:val="24"/>
        </w:rPr>
        <w:t xml:space="preserve"> </w:t>
      </w:r>
      <w:r w:rsidRPr="003138E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138E2">
        <w:rPr>
          <w:rFonts w:ascii="Corbel" w:hAnsi="Corbel"/>
          <w:bCs/>
          <w:i/>
          <w:sz w:val="24"/>
          <w:szCs w:val="24"/>
        </w:rPr>
        <w:t>12/2019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2F24B63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BC1181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6F1263B3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</w:t>
      </w:r>
      <w:r w:rsidR="00BC1181">
        <w:rPr>
          <w:rFonts w:ascii="Corbel" w:hAnsi="Corbel"/>
          <w:sz w:val="24"/>
          <w:szCs w:val="24"/>
        </w:rPr>
        <w:t>19</w:t>
      </w:r>
      <w:r w:rsidR="00182C9E" w:rsidRPr="003138E2">
        <w:rPr>
          <w:rFonts w:ascii="Corbel" w:hAnsi="Corbel"/>
          <w:sz w:val="24"/>
          <w:szCs w:val="24"/>
        </w:rPr>
        <w:t>/202</w:t>
      </w:r>
      <w:r w:rsidR="00BC1181">
        <w:rPr>
          <w:rFonts w:ascii="Corbel" w:hAnsi="Corbel"/>
          <w:sz w:val="24"/>
          <w:szCs w:val="24"/>
        </w:rPr>
        <w:t>0</w:t>
      </w:r>
      <w:bookmarkStart w:id="0" w:name="_GoBack"/>
      <w:bookmarkEnd w:id="0"/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EBAF8A" w:rsidR="0085747A" w:rsidRPr="009F5D12" w:rsidRDefault="000E36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F71AE5"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F5D12">
        <w:rPr>
          <w:rFonts w:ascii="Corbel" w:hAnsi="Corbel"/>
          <w:sz w:val="24"/>
          <w:szCs w:val="24"/>
        </w:rPr>
        <w:t>ECTS</w:t>
      </w:r>
      <w:proofErr w:type="spellEnd"/>
      <w:r w:rsidRPr="009F5D12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Wykł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Konw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Sem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Prakt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F5D1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635CA4F3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563DAFE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B57EE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CVP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EVA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CVP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F5D1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F5D12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587E3C42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5D1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5D12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11C8BE75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F5D1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F5D1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F5D1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G.K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 (red.), Controlling kosztów i rachunkowość zarządcza,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Szychta A.,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Jaruga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A.A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F193F" w14:textId="77777777" w:rsidR="00E85A16" w:rsidRDefault="00E85A16" w:rsidP="00C16ABF">
      <w:pPr>
        <w:spacing w:after="0" w:line="240" w:lineRule="auto"/>
      </w:pPr>
      <w:r>
        <w:separator/>
      </w:r>
    </w:p>
  </w:endnote>
  <w:endnote w:type="continuationSeparator" w:id="0">
    <w:p w14:paraId="4213CD89" w14:textId="77777777" w:rsidR="00E85A16" w:rsidRDefault="00E85A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864E2" w14:textId="77777777" w:rsidR="00E85A16" w:rsidRDefault="00E85A16" w:rsidP="00C16ABF">
      <w:pPr>
        <w:spacing w:after="0" w:line="240" w:lineRule="auto"/>
      </w:pPr>
      <w:r>
        <w:separator/>
      </w:r>
    </w:p>
  </w:footnote>
  <w:footnote w:type="continuationSeparator" w:id="0">
    <w:p w14:paraId="4F3AC7E3" w14:textId="77777777" w:rsidR="00E85A16" w:rsidRDefault="00E85A1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3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041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50CB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1AF0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9361E"/>
    <w:rsid w:val="00BB520A"/>
    <w:rsid w:val="00BC11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5A16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AE5"/>
    <w:rsid w:val="00F83B28"/>
    <w:rsid w:val="00F9069C"/>
    <w:rsid w:val="00F974DA"/>
    <w:rsid w:val="00FA46E5"/>
    <w:rsid w:val="00FB182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B5B6CB-678D-4900-94FF-F39B84BD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1072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2020-10-23T07:37:00Z</cp:lastPrinted>
  <dcterms:created xsi:type="dcterms:W3CDTF">2020-10-22T15:03:00Z</dcterms:created>
  <dcterms:modified xsi:type="dcterms:W3CDTF">2021-11-05T13:17:00Z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